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6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7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8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9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11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12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13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14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1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16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17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18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bookmarkStart w:id="0" w:name="_GoBack"/>
      <w:bookmarkEnd w:id="0"/>
      <w:r w:rsidRPr="00C40C4A">
        <w:rPr>
          <w:rFonts w:ascii="AdobeCorpID MyriadRgScn" w:hAnsi="AdobeCorpID MyriadRgScn" w:cs="Arial"/>
          <w:sz w:val="14"/>
          <w:szCs w:val="14"/>
        </w:rPr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8"/>
          <w:headerReference w:type="default" r:id="rId9"/>
          <w:headerReference w:type="first" r:id="rId10"/>
          <w:footerReference w:type="first" r:id="rId11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12"/>
          <w:headerReference w:type="default" r:id="rId13"/>
          <w:headerReference w:type="first" r:id="rId14"/>
          <w:footerReference w:type="first" r:id="rId15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1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16"/>
          <w:headerReference w:type="default" r:id="rId17"/>
          <w:headerReference w:type="first" r:id="rId18"/>
          <w:footerReference w:type="first" r:id="rId19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20"/>
          <w:headerReference w:type="default" r:id="rId21"/>
          <w:headerReference w:type="first" r:id="rId22"/>
          <w:footerReference w:type="first" r:id="rId23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1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24"/>
          <w:headerReference w:type="default" r:id="rId25"/>
          <w:headerReference w:type="first" r:id="rId26"/>
          <w:footerReference w:type="first" r:id="rId27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1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28"/>
          <w:headerReference w:type="default" r:id="rId29"/>
          <w:headerReference w:type="first" r:id="rId30"/>
          <w:footerReference w:type="first" r:id="rId31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2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32"/>
          <w:headerReference w:type="default" r:id="rId33"/>
          <w:headerReference w:type="first" r:id="rId34"/>
          <w:footerReference w:type="first" r:id="rId35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2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36"/>
          <w:headerReference w:type="default" r:id="rId37"/>
          <w:headerReference w:type="first" r:id="rId38"/>
          <w:footerReference w:type="first" r:id="rId39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2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40"/>
          <w:headerReference w:type="default" r:id="rId41"/>
          <w:headerReference w:type="first" r:id="rId42"/>
          <w:footerReference w:type="first" r:id="rId43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3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44"/>
          <w:headerReference w:type="default" r:id="rId45"/>
          <w:headerReference w:type="first" r:id="rId46"/>
          <w:footerReference w:type="first" r:id="rId47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3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48"/>
          <w:headerReference w:type="default" r:id="rId49"/>
          <w:headerReference w:type="first" r:id="rId50"/>
          <w:footerReference w:type="first" r:id="rId51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3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52"/>
          <w:headerReference w:type="default" r:id="rId53"/>
          <w:headerReference w:type="first" r:id="rId54"/>
          <w:footerReference w:type="first" r:id="rId55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4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56"/>
          <w:headerReference w:type="default" r:id="rId57"/>
          <w:headerReference w:type="first" r:id="rId58"/>
          <w:footerReference w:type="first" r:id="rId59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4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60"/>
          <w:headerReference w:type="default" r:id="rId61"/>
          <w:headerReference w:type="first" r:id="rId62"/>
          <w:footerReference w:type="first" r:id="rId63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4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64"/>
          <w:headerReference w:type="default" r:id="rId65"/>
          <w:headerReference w:type="first" r:id="rId66"/>
          <w:footerReference w:type="first" r:id="rId67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4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68"/>
          <w:headerReference w:type="default" r:id="rId69"/>
          <w:headerReference w:type="first" r:id="rId70"/>
          <w:footerReference w:type="first" r:id="rId71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5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72"/>
          <w:headerReference w:type="default" r:id="rId73"/>
          <w:headerReference w:type="first" r:id="rId74"/>
          <w:footerReference w:type="first" r:id="rId75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C40C4A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spacing w:after="120"/>
        <w:ind w:left="85"/>
        <w:rPr>
          <w:rFonts w:ascii="AdobeCorpID MyriadRgScn" w:hAnsi="AdobeCorpID MyriadRgScn" w:cs="Arial"/>
          <w:sz w:val="14"/>
          <w:szCs w:val="14"/>
        </w:rPr>
      </w:pPr>
      <w:r w:rsidRPr="00C40C4A">
        <w:rPr>
          <w:rFonts w:ascii="AdobeCorpID MyriadRgScn" w:hAnsi="AdobeCorpID MyriadRgScn" w:cs="Arial"/>
          <w:sz w:val="14"/>
          <w:szCs w:val="14"/>
        </w:rPr>
        <w:lastRenderedPageBreak/>
        <w:t>Das IfM Bonn ist eine Stiftung</w:t>
      </w:r>
      <w:r w:rsidRPr="00C40C4A">
        <w:rPr>
          <w:rFonts w:ascii="AdobeCorpID MyriadRgScn" w:hAnsi="AdobeCorpID MyriadRgScn" w:cs="Arial"/>
          <w:sz w:val="14"/>
          <w:szCs w:val="14"/>
        </w:rPr>
        <w:br/>
        <w:t>des privaten Rechts.</w:t>
      </w:r>
    </w:p>
    <w:p w:rsidR="00461D2C" w:rsidRPr="00EF5EE1" w:rsidRDefault="00461D2C" w:rsidP="00C033CF">
      <w:pPr>
        <w:pStyle w:val="BriefAllgemein"/>
        <w:framePr w:w="2029" w:h="2554" w:hSpace="142" w:wrap="around" w:vAnchor="page" w:hAnchor="page" w:x="9241" w:y="2783"/>
        <w:tabs>
          <w:tab w:val="left" w:pos="6521"/>
        </w:tabs>
        <w:rPr>
          <w:rFonts w:ascii="AdobeCorpID MyriadRgScn" w:hAnsi="AdobeCorpID MyriadRgScn"/>
          <w:lang w:val="it-IT"/>
        </w:rPr>
      </w:pPr>
      <w:r>
        <w:rPr>
          <w:rFonts w:ascii="AdobeCorpID MyriadRgScn" w:hAnsi="AdobeCorpID MyriadRgScn"/>
          <w:noProof/>
        </w:rPr>
        <w:drawing>
          <wp:inline distT="0" distB="0" distL="0" distR="0" wp14:anchorId="3BBE753F" wp14:editId="14A4BB05">
            <wp:extent cx="1098550" cy="1198880"/>
            <wp:effectExtent l="0" t="0" r="6350" b="1270"/>
            <wp:docPr id="5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Üben Sie Ihr Gewerbe bzw. Ihre selbstständige Tätigkeit noch aus?</w:t>
      </w:r>
    </w:p>
    <w:p w:rsidR="00461D2C" w:rsidRPr="00877AF5" w:rsidRDefault="00461D2C" w:rsidP="001802E7">
      <w:pPr>
        <w:pStyle w:val="antwort1"/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Ja </w:t>
      </w:r>
      <w:r w:rsidRPr="00877AF5">
        <w:rPr>
          <w:b/>
          <w:i/>
        </w:rPr>
        <w:t xml:space="preserve">(dann weiter zu Frage </w:t>
      </w:r>
      <w:r>
        <w:rPr>
          <w:b/>
          <w:i/>
        </w:rPr>
        <w:t>2</w:t>
      </w:r>
      <w:r w:rsidRPr="00877AF5">
        <w:rPr>
          <w:b/>
          <w:i/>
        </w:rPr>
        <w:t>)</w:t>
      </w:r>
    </w:p>
    <w:p w:rsidR="00461D2C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Nein, ich habe die Selbstständigkeit im </w:t>
      </w:r>
    </w:p>
    <w:p w:rsidR="00461D2C" w:rsidRPr="00877AF5" w:rsidRDefault="00461D2C" w:rsidP="001802E7">
      <w:pPr>
        <w:pStyle w:val="antwort1"/>
        <w:tabs>
          <w:tab w:val="clear" w:pos="7371"/>
          <w:tab w:val="left" w:leader="underscore" w:pos="5954"/>
          <w:tab w:val="left" w:leader="underscore" w:pos="8505"/>
        </w:tabs>
      </w:pPr>
      <w:r>
        <w:tab/>
        <w:t>________________________________</w:t>
      </w:r>
      <w:r w:rsidRPr="00877AF5">
        <w:t xml:space="preserve"> (</w:t>
      </w:r>
      <w:r>
        <w:t>Monat/</w:t>
      </w:r>
      <w:r w:rsidRPr="00877AF5">
        <w:t>Jahr) aufgegeben</w:t>
      </w:r>
    </w:p>
    <w:p w:rsidR="00461D2C" w:rsidRPr="00877AF5" w:rsidRDefault="00461D2C" w:rsidP="001802E7">
      <w:pPr>
        <w:pStyle w:val="Frage"/>
        <w:numPr>
          <w:ilvl w:val="0"/>
          <w:numId w:val="0"/>
        </w:numPr>
        <w:tabs>
          <w:tab w:val="clear" w:pos="432"/>
        </w:tabs>
        <w:ind w:left="425"/>
      </w:pPr>
      <w:r w:rsidRPr="00877AF5">
        <w:t xml:space="preserve">Falls nein: Bitte nennen Sie uns die Gründe für die Aufgabe Ihrer unternehmerischen Tätigkeit. </w:t>
      </w:r>
      <w:r>
        <w:br/>
      </w:r>
      <w:r w:rsidRPr="00877AF5">
        <w:rPr>
          <w:i/>
        </w:rPr>
        <w:t>Der Fragebogen endet damit für Sie!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Der Betrieb war in Liquiditätsschwierigkeiten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Der Betrieb lohnte sich langfristig nicht</w:t>
      </w:r>
    </w:p>
    <w:p w:rsidR="00461D2C" w:rsidRPr="00877AF5" w:rsidRDefault="00461D2C" w:rsidP="001802E7">
      <w:pPr>
        <w:pStyle w:val="antwort1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Es gab Unstimmigkeiten zwischen den Geschäftspartnern</w:t>
      </w:r>
    </w:p>
    <w:p w:rsidR="00461D2C" w:rsidRPr="00877AF5" w:rsidRDefault="00461D2C" w:rsidP="001802E7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4 </w:t>
      </w:r>
      <w:r w:rsidRPr="00877AF5">
        <w:sym w:font="Wingdings" w:char="F0A8"/>
      </w:r>
      <w:r w:rsidRPr="00877AF5">
        <w:tab/>
        <w:t>Die Steuerbelastung war zu hoch</w:t>
      </w:r>
    </w:p>
    <w:p w:rsidR="00461D2C" w:rsidRPr="00877AF5" w:rsidRDefault="00461D2C" w:rsidP="001802E7">
      <w:pPr>
        <w:pStyle w:val="antwort1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5 </w:t>
      </w:r>
      <w:r w:rsidRPr="00877AF5">
        <w:sym w:font="Wingdings" w:char="F0A8"/>
      </w:r>
      <w:r w:rsidRPr="00877AF5">
        <w:tab/>
        <w:t xml:space="preserve">Aus folgenden familiären/persönlichen Gründen: </w:t>
      </w:r>
      <w:r w:rsidRPr="00877AF5">
        <w:tab/>
      </w:r>
    </w:p>
    <w:p w:rsidR="00461D2C" w:rsidRPr="00877AF5" w:rsidRDefault="00461D2C" w:rsidP="001802E7">
      <w:pPr>
        <w:pStyle w:val="antwort1"/>
        <w:shd w:val="clear" w:color="auto" w:fill="E6E6E6"/>
        <w:tabs>
          <w:tab w:val="clear" w:pos="7371"/>
          <w:tab w:val="right" w:leader="underscore" w:pos="10065"/>
        </w:tabs>
      </w:pPr>
      <w:r w:rsidRPr="009F73F1">
        <w:rPr>
          <w:sz w:val="12"/>
          <w:szCs w:val="12"/>
        </w:rPr>
        <w:t xml:space="preserve">6 </w:t>
      </w:r>
      <w:r w:rsidRPr="00877AF5">
        <w:sym w:font="Wingdings" w:char="F0A8"/>
      </w:r>
      <w:r w:rsidRPr="00877AF5">
        <w:tab/>
        <w:t xml:space="preserve">Sonstige Gründe, und zwar: </w:t>
      </w:r>
      <w:r w:rsidRPr="00877AF5">
        <w:tab/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851"/>
          <w:tab w:val="left" w:pos="2410"/>
          <w:tab w:val="left" w:pos="2835"/>
          <w:tab w:val="left" w:pos="3402"/>
          <w:tab w:val="left" w:pos="3828"/>
          <w:tab w:val="left" w:pos="7797"/>
          <w:tab w:val="left" w:pos="8222"/>
        </w:tabs>
        <w:ind w:left="425" w:hanging="425"/>
        <w:jc w:val="both"/>
      </w:pPr>
      <w:r w:rsidRPr="00877AF5">
        <w:t>Haben Sie im letzten Jahr Fremdkapital, z.B. Bankkredite, aufgenommen?</w:t>
      </w:r>
      <w:r w:rsidRPr="00877AF5">
        <w:tab/>
      </w:r>
      <w:r w:rsidRPr="00877AF5">
        <w:br/>
      </w:r>
      <w:r w:rsidRPr="009F73F1">
        <w:rPr>
          <w:b w:val="0"/>
          <w:sz w:val="12"/>
          <w:szCs w:val="12"/>
        </w:rPr>
        <w:t xml:space="preserve">1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Ja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2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Nein, habe es aber (erfolglos) versucht</w:t>
      </w:r>
      <w:r w:rsidRPr="00877AF5">
        <w:rPr>
          <w:b w:val="0"/>
        </w:rPr>
        <w:tab/>
      </w:r>
      <w:r w:rsidRPr="009F73F1">
        <w:rPr>
          <w:b w:val="0"/>
          <w:sz w:val="12"/>
          <w:szCs w:val="12"/>
        </w:rPr>
        <w:t xml:space="preserve">3 </w:t>
      </w:r>
      <w:r w:rsidRPr="00877AF5">
        <w:rPr>
          <w:b w:val="0"/>
        </w:rPr>
        <w:sym w:font="Wingdings" w:char="F0A8"/>
      </w:r>
      <w:r w:rsidRPr="00877AF5">
        <w:rPr>
          <w:b w:val="0"/>
        </w:rPr>
        <w:tab/>
        <w:t>Nein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viele Personen waren Ende 201</w:t>
      </w:r>
      <w:r>
        <w:t>5</w:t>
      </w:r>
      <w:r w:rsidRPr="00877AF5">
        <w:t xml:space="preserve"> in Ihrem Unternehmen beschäftigt?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Inhaber</w:t>
      </w:r>
      <w:r w:rsidRPr="00877AF5">
        <w:tab/>
      </w:r>
      <w:r w:rsidRPr="009F73F1">
        <w:rPr>
          <w:sz w:val="12"/>
          <w:szCs w:val="12"/>
        </w:rPr>
        <w:t>1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Mithelfende Familienangehörige</w:t>
      </w:r>
      <w:r w:rsidRPr="00877AF5">
        <w:tab/>
      </w:r>
      <w:r w:rsidRPr="009F73F1">
        <w:rPr>
          <w:sz w:val="12"/>
          <w:szCs w:val="12"/>
        </w:rPr>
        <w:t>2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Vollzeitbeschäftigte</w:t>
      </w:r>
      <w:r w:rsidRPr="00877AF5">
        <w:tab/>
      </w:r>
      <w:r w:rsidRPr="009F73F1">
        <w:rPr>
          <w:sz w:val="12"/>
          <w:szCs w:val="12"/>
        </w:rPr>
        <w:t>3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Teilzeitbeschäftigte (ohne auf 4</w:t>
      </w:r>
      <w:r>
        <w:t>5</w:t>
      </w:r>
      <w:r w:rsidRPr="00877AF5">
        <w:t>0 €-Basis Beschäftigte)</w:t>
      </w:r>
      <w:r w:rsidRPr="00877AF5">
        <w:tab/>
      </w:r>
      <w:r w:rsidRPr="009F73F1">
        <w:rPr>
          <w:sz w:val="12"/>
          <w:szCs w:val="12"/>
        </w:rPr>
        <w:t>4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4</w:t>
      </w:r>
      <w:r>
        <w:t>5</w:t>
      </w:r>
      <w:r w:rsidRPr="00877AF5">
        <w:t>0 €-Basis Beschäftigte / Mini-Jobs</w:t>
      </w:r>
      <w:r w:rsidRPr="00877AF5">
        <w:tab/>
      </w:r>
      <w:r w:rsidRPr="009F73F1">
        <w:rPr>
          <w:sz w:val="12"/>
          <w:szCs w:val="12"/>
        </w:rPr>
        <w:t>5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Auszubildende</w:t>
      </w:r>
      <w:r w:rsidRPr="00877AF5">
        <w:tab/>
      </w:r>
      <w:r w:rsidRPr="009F73F1">
        <w:rPr>
          <w:sz w:val="12"/>
          <w:szCs w:val="12"/>
        </w:rPr>
        <w:t>6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529"/>
          <w:tab w:val="left" w:pos="5670"/>
          <w:tab w:val="left" w:leader="underscore" w:pos="7230"/>
        </w:tabs>
      </w:pPr>
      <w:r w:rsidRPr="00877AF5">
        <w:t>Auf Honorarbasis Beschäftigte</w:t>
      </w:r>
      <w:r w:rsidRPr="00877AF5">
        <w:tab/>
      </w:r>
      <w:r w:rsidRPr="009F73F1">
        <w:rPr>
          <w:sz w:val="12"/>
          <w:szCs w:val="12"/>
        </w:rPr>
        <w:t>7</w:t>
      </w:r>
      <w:r w:rsidRPr="00877AF5">
        <w:tab/>
      </w:r>
      <w:r w:rsidRPr="00877AF5">
        <w:tab/>
        <w:t xml:space="preserve"> (Anzahl)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Wie wird sich die Zahl der Beschäftigten (einschließlich Inhaber und mithelfende Familienangehörige) bis Ende 201</w:t>
      </w:r>
      <w:r>
        <w:t>6</w:t>
      </w:r>
      <w:r w:rsidRPr="00877AF5">
        <w:t xml:space="preserve"> voraussichtlich entwickeln?</w:t>
      </w:r>
    </w:p>
    <w:p w:rsidR="00461D2C" w:rsidRPr="00877AF5" w:rsidRDefault="00461D2C" w:rsidP="00DB778B">
      <w:pPr>
        <w:pStyle w:val="antwort1"/>
        <w:keepNext/>
        <w:shd w:val="clear" w:color="auto" w:fill="E6E6E6"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 xml:space="preserve">Beschäftigtenaufbau um etwa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keepNext/>
        <w:tabs>
          <w:tab w:val="clear" w:pos="7371"/>
          <w:tab w:val="left" w:leader="underscore" w:pos="4820"/>
        </w:tabs>
        <w:ind w:left="425"/>
      </w:pP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 xml:space="preserve">Beschäftigtenabbau um etwa  </w:t>
      </w:r>
      <w:r w:rsidRPr="00877AF5">
        <w:tab/>
        <w:t xml:space="preserve"> Personen im Vergleich zum Vorjahr</w:t>
      </w:r>
    </w:p>
    <w:p w:rsidR="00461D2C" w:rsidRPr="00877AF5" w:rsidRDefault="00461D2C" w:rsidP="00DB778B">
      <w:pPr>
        <w:pStyle w:val="antwort1"/>
        <w:shd w:val="clear" w:color="auto" w:fill="E6E6E6"/>
      </w:pP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Keine Veränderung</w:t>
      </w:r>
    </w:p>
    <w:p w:rsidR="00461D2C" w:rsidRPr="00877AF5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Wie fiel der Jahresüberschuss im Jahr 201</w:t>
      </w:r>
      <w:r>
        <w:t>5</w:t>
      </w:r>
      <w:r w:rsidRPr="00877AF5">
        <w:t xml:space="preserve"> aus?</w:t>
      </w:r>
    </w:p>
    <w:p w:rsidR="00461D2C" w:rsidRPr="00877AF5" w:rsidRDefault="00461D2C" w:rsidP="00DB778B">
      <w:pPr>
        <w:pStyle w:val="antwort5"/>
        <w:tabs>
          <w:tab w:val="clear" w:pos="1985"/>
          <w:tab w:val="clear" w:pos="2410"/>
          <w:tab w:val="clear" w:pos="4111"/>
          <w:tab w:val="clear" w:pos="4253"/>
          <w:tab w:val="clear" w:pos="4678"/>
          <w:tab w:val="clear" w:pos="7371"/>
          <w:tab w:val="clear" w:pos="7797"/>
          <w:tab w:val="clear" w:pos="9214"/>
          <w:tab w:val="clear" w:pos="9356"/>
          <w:tab w:val="clear" w:pos="9639"/>
          <w:tab w:val="clear" w:pos="10065"/>
          <w:tab w:val="left" w:pos="2552"/>
          <w:tab w:val="left" w:pos="4395"/>
          <w:tab w:val="left" w:pos="4820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Positiv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Ausgeglichen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Negativ</w:t>
      </w:r>
    </w:p>
    <w:p w:rsidR="00461D2C" w:rsidRPr="00877AF5" w:rsidRDefault="00461D2C" w:rsidP="00DB778B">
      <w:pPr>
        <w:pStyle w:val="Frage"/>
        <w:keepNext/>
        <w:tabs>
          <w:tab w:val="clear" w:pos="432"/>
          <w:tab w:val="left" w:pos="425"/>
          <w:tab w:val="num" w:pos="720"/>
          <w:tab w:val="left" w:leader="underscore" w:pos="2268"/>
          <w:tab w:val="left" w:leader="underscore" w:pos="10064"/>
        </w:tabs>
        <w:ind w:left="425" w:hanging="425"/>
      </w:pPr>
      <w:r w:rsidRPr="00877AF5">
        <w:t>Wie hoch war der Anteil des Auslandsumsatzes am Gesamtumsatz Ihres Unternehmens im letzten Jahr?</w:t>
      </w:r>
      <w:r w:rsidRPr="00877AF5">
        <w:rPr>
          <w:b w:val="0"/>
        </w:rPr>
        <w:t xml:space="preserve"> (Falls Sie keinen Auslandsumsatz erzielt haben, tragen Sie bitte "0 %" ein)</w:t>
      </w:r>
    </w:p>
    <w:p w:rsidR="00461D2C" w:rsidRPr="00877AF5" w:rsidRDefault="00461D2C" w:rsidP="00DB778B">
      <w:pPr>
        <w:pStyle w:val="antwort1"/>
        <w:tabs>
          <w:tab w:val="clear" w:pos="851"/>
          <w:tab w:val="clear" w:pos="7371"/>
          <w:tab w:val="left" w:leader="underscore" w:pos="2268"/>
          <w:tab w:val="left" w:pos="3261"/>
          <w:tab w:val="left" w:pos="3402"/>
        </w:tabs>
      </w:pPr>
      <w:r w:rsidRPr="00877AF5">
        <w:tab/>
        <w:t xml:space="preserve"> %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Können Sie derzeit Ihren Lebensunterhalt durch das unternehmerische Einkommen bestreiten?</w:t>
      </w:r>
    </w:p>
    <w:p w:rsidR="00461D2C" w:rsidRPr="00877AF5" w:rsidRDefault="00461D2C" w:rsidP="001802E7">
      <w:pPr>
        <w:pStyle w:val="antwort3"/>
        <w:tabs>
          <w:tab w:val="clear" w:pos="4253"/>
          <w:tab w:val="clear" w:pos="4678"/>
          <w:tab w:val="clear" w:pos="7371"/>
          <w:tab w:val="clear" w:pos="7797"/>
          <w:tab w:val="left" w:pos="2127"/>
          <w:tab w:val="left" w:pos="2552"/>
          <w:tab w:val="left" w:pos="4395"/>
          <w:tab w:val="left" w:pos="4820"/>
          <w:tab w:val="right" w:pos="10065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Nur anteilig</w:t>
      </w:r>
      <w:r w:rsidRPr="00877AF5">
        <w:tab/>
      </w:r>
      <w:r w:rsidRPr="009F73F1">
        <w:rPr>
          <w:sz w:val="12"/>
          <w:szCs w:val="12"/>
        </w:rPr>
        <w:t xml:space="preserve">3 </w:t>
      </w:r>
      <w:r w:rsidRPr="00877AF5">
        <w:sym w:font="Wingdings" w:char="F0A8"/>
      </w:r>
      <w:r w:rsidRPr="00877AF5">
        <w:tab/>
        <w:t>Nein</w:t>
      </w:r>
    </w:p>
    <w:p w:rsidR="00461D2C" w:rsidRPr="0096777E" w:rsidRDefault="00461D2C" w:rsidP="00DB778B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96777E">
        <w:lastRenderedPageBreak/>
        <w:t xml:space="preserve">Wie beurteilen Sie Ihre heutige Selbstständigkeit im Vergleich zu Ihrer letzten vorherigen Tätigkeit? </w:t>
      </w:r>
      <w:r>
        <w:br/>
      </w:r>
      <w:r w:rsidRPr="0096777E">
        <w:t xml:space="preserve">In welchen Punkten haben Sie sich eher verschlechtert, welche sind in etwa gleich geblieben und in welchen haben Sie sich verbessert? </w:t>
      </w:r>
      <w:r w:rsidRPr="0096777E">
        <w:rPr>
          <w:b w:val="0"/>
        </w:rPr>
        <w:t xml:space="preserve">(In jeder Zeile bitte </w:t>
      </w:r>
      <w:r w:rsidRPr="0096777E">
        <w:rPr>
          <w:b w:val="0"/>
          <w:u w:val="words"/>
        </w:rPr>
        <w:t>eine</w:t>
      </w:r>
      <w:r w:rsidRPr="0096777E">
        <w:rPr>
          <w:b w:val="0"/>
        </w:rPr>
        <w:t xml:space="preserve"> Nennung.)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center" w:pos="5670"/>
          <w:tab w:val="center" w:pos="7655"/>
          <w:tab w:val="center" w:pos="9639"/>
        </w:tabs>
        <w:rPr>
          <w:sz w:val="18"/>
          <w:szCs w:val="18"/>
        </w:rPr>
      </w:pPr>
      <w:r w:rsidRPr="0096777E">
        <w:rPr>
          <w:sz w:val="18"/>
          <w:szCs w:val="18"/>
        </w:rPr>
        <w:tab/>
        <w:t>Verschlechtert</w:t>
      </w:r>
      <w:r w:rsidRPr="0096777E">
        <w:rPr>
          <w:sz w:val="18"/>
          <w:szCs w:val="18"/>
        </w:rPr>
        <w:tab/>
        <w:t>Eher gleichwertig</w:t>
      </w:r>
      <w:r w:rsidRPr="0096777E">
        <w:rPr>
          <w:sz w:val="18"/>
          <w:szCs w:val="18"/>
        </w:rPr>
        <w:tab/>
        <w:t>Verbessert</w:t>
      </w:r>
      <w:r w:rsidRPr="0096777E">
        <w:rPr>
          <w:sz w:val="18"/>
          <w:szCs w:val="18"/>
        </w:rPr>
        <w:br/>
      </w:r>
      <w:r w:rsidRPr="0096777E">
        <w:rPr>
          <w:sz w:val="18"/>
          <w:szCs w:val="18"/>
        </w:rPr>
        <w:tab/>
        <w:t>1</w:t>
      </w:r>
      <w:r w:rsidRPr="0096777E">
        <w:rPr>
          <w:sz w:val="18"/>
          <w:szCs w:val="18"/>
        </w:rPr>
        <w:tab/>
        <w:t>2</w:t>
      </w:r>
      <w:r w:rsidRPr="0096777E">
        <w:rPr>
          <w:sz w:val="18"/>
          <w:szCs w:val="18"/>
        </w:rPr>
        <w:tab/>
        <w:t>3</w:t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Verdienst</w:t>
      </w:r>
      <w:r w:rsidRPr="0096777E">
        <w:tab/>
      </w:r>
      <w:r w:rsidRPr="0096777E">
        <w:rPr>
          <w:sz w:val="12"/>
        </w:rPr>
        <w:t>1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Flexibilität der Arbeitszeit</w:t>
      </w:r>
      <w:r w:rsidRPr="0096777E">
        <w:tab/>
      </w:r>
      <w:r w:rsidRPr="0096777E">
        <w:rPr>
          <w:sz w:val="12"/>
        </w:rPr>
        <w:t>2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Selbstbestimmung / Autonomie</w:t>
      </w:r>
      <w:r w:rsidRPr="0096777E">
        <w:tab/>
      </w:r>
      <w:r w:rsidRPr="0096777E">
        <w:rPr>
          <w:sz w:val="12"/>
        </w:rPr>
        <w:t>3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Status / Prestige / Ansehen</w:t>
      </w:r>
      <w:r w:rsidRPr="0096777E">
        <w:tab/>
      </w:r>
      <w:r w:rsidRPr="0096777E">
        <w:rPr>
          <w:sz w:val="12"/>
        </w:rPr>
        <w:t>4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</w:pPr>
      <w:r w:rsidRPr="0096777E">
        <w:t>Stress / Arbeitsbelastung</w:t>
      </w:r>
      <w:r w:rsidRPr="0096777E">
        <w:tab/>
      </w:r>
      <w:r w:rsidRPr="0096777E">
        <w:rPr>
          <w:sz w:val="12"/>
        </w:rPr>
        <w:t>5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96777E" w:rsidRDefault="00461D2C" w:rsidP="00DB778B">
      <w:pPr>
        <w:pStyle w:val="antwort1"/>
        <w:shd w:val="clear" w:color="auto" w:fill="E6E6E6"/>
        <w:tabs>
          <w:tab w:val="clear" w:pos="851"/>
          <w:tab w:val="clear" w:pos="7371"/>
          <w:tab w:val="left" w:pos="5387"/>
          <w:tab w:val="center" w:pos="5670"/>
          <w:tab w:val="center" w:pos="7655"/>
          <w:tab w:val="center" w:pos="9639"/>
        </w:tabs>
        <w:spacing w:after="120"/>
        <w:ind w:left="425"/>
      </w:pPr>
      <w:r w:rsidRPr="0096777E">
        <w:t>Anwendung beruflicher Kenntnisse</w:t>
      </w:r>
      <w:r w:rsidRPr="0096777E">
        <w:tab/>
      </w:r>
      <w:r w:rsidRPr="0096777E">
        <w:rPr>
          <w:sz w:val="12"/>
        </w:rPr>
        <w:t>6</w:t>
      </w:r>
      <w:r w:rsidRPr="0096777E">
        <w:rPr>
          <w:sz w:val="12"/>
        </w:rPr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  <w:r w:rsidRPr="0096777E">
        <w:tab/>
      </w:r>
      <w:r w:rsidRPr="0096777E"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left" w:leader="underscore" w:pos="1701"/>
        </w:tabs>
        <w:ind w:left="425" w:hanging="425"/>
        <w:jc w:val="both"/>
      </w:pPr>
      <w:r w:rsidRPr="00877AF5">
        <w:t>Wie viele Stunden arbeiten Sie derzeit durchschnittlich pro Woche als Selbstständige/r?</w:t>
      </w:r>
      <w:r w:rsidRPr="00877AF5">
        <w:tab/>
      </w:r>
      <w:r w:rsidRPr="00877AF5">
        <w:br/>
      </w:r>
      <w:r w:rsidRPr="00877AF5">
        <w:rPr>
          <w:b w:val="0"/>
        </w:rPr>
        <w:tab/>
        <w:t xml:space="preserve"> Stunden</w:t>
      </w:r>
    </w:p>
    <w:p w:rsidR="00461D2C" w:rsidRDefault="00461D2C" w:rsidP="001802E7">
      <w:pPr>
        <w:pStyle w:val="Frage"/>
        <w:tabs>
          <w:tab w:val="clear" w:pos="432"/>
          <w:tab w:val="left" w:pos="425"/>
          <w:tab w:val="num" w:pos="720"/>
          <w:tab w:val="left" w:pos="8505"/>
          <w:tab w:val="left" w:pos="8931"/>
          <w:tab w:val="left" w:pos="9356"/>
          <w:tab w:val="left" w:pos="9781"/>
        </w:tabs>
        <w:ind w:left="425" w:hanging="425"/>
        <w:jc w:val="both"/>
      </w:pPr>
      <w:r w:rsidRPr="00877AF5">
        <w:t xml:space="preserve">Gehen Sie daneben noch einer zweiten, abhängigen Erwerbstätigkeit nach? 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</w:pPr>
      <w:r w:rsidRPr="00877AF5">
        <w:t>Wird der finanzielle Bedarf Ihres Haushaltes neben Ihrem Einkommen durch weitere Einkommens</w:t>
      </w:r>
      <w:r>
        <w:softHyphen/>
      </w:r>
      <w:r w:rsidRPr="00877AF5">
        <w:t>quellen (Partner, Kapitaleinkünfte u. ä.) mit gedeckt?</w:t>
      </w:r>
    </w:p>
    <w:p w:rsidR="00461D2C" w:rsidRPr="00877AF5" w:rsidRDefault="00461D2C" w:rsidP="001802E7">
      <w:pPr>
        <w:pStyle w:val="antwort2"/>
        <w:tabs>
          <w:tab w:val="clear" w:pos="5103"/>
          <w:tab w:val="clear" w:pos="5387"/>
          <w:tab w:val="left" w:pos="2127"/>
          <w:tab w:val="left" w:pos="2552"/>
        </w:tabs>
      </w:pPr>
      <w:r w:rsidRPr="009F73F1">
        <w:rPr>
          <w:sz w:val="12"/>
          <w:szCs w:val="12"/>
        </w:rPr>
        <w:t xml:space="preserve">1 </w:t>
      </w:r>
      <w:r w:rsidRPr="00877AF5">
        <w:sym w:font="Wingdings" w:char="F0A8"/>
      </w:r>
      <w:r w:rsidRPr="00877AF5">
        <w:tab/>
        <w:t>Ja</w:t>
      </w:r>
      <w:r w:rsidRPr="00877AF5">
        <w:tab/>
      </w:r>
      <w:r w:rsidRPr="009F73F1">
        <w:rPr>
          <w:sz w:val="12"/>
          <w:szCs w:val="12"/>
        </w:rPr>
        <w:t xml:space="preserve">2 </w:t>
      </w:r>
      <w:r w:rsidRPr="00877AF5">
        <w:sym w:font="Wingdings" w:char="F0A8"/>
      </w:r>
      <w:r w:rsidRPr="00877AF5">
        <w:tab/>
        <w:t>Nein</w:t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Fühlen Sie sich selbst als Unternehmer/Unternehmerin?</w:t>
      </w:r>
    </w:p>
    <w:p w:rsidR="00461D2C" w:rsidRPr="00877AF5" w:rsidRDefault="00461D2C" w:rsidP="001802E7">
      <w:pPr>
        <w:pStyle w:val="Skala"/>
        <w:tabs>
          <w:tab w:val="clear" w:pos="6804"/>
          <w:tab w:val="clear" w:pos="9639"/>
          <w:tab w:val="center" w:pos="1418"/>
          <w:tab w:val="center" w:pos="3686"/>
          <w:tab w:val="center" w:pos="5954"/>
        </w:tabs>
        <w:spacing w:after="60"/>
        <w:ind w:right="0"/>
        <w:rPr>
          <w:sz w:val="20"/>
        </w:rPr>
      </w:pPr>
      <w:r w:rsidRPr="00877AF5">
        <w:rPr>
          <w:sz w:val="20"/>
        </w:rPr>
        <w:tab/>
        <w:t>Ja, uneingeschränkt</w:t>
      </w:r>
      <w:r w:rsidRPr="00877AF5">
        <w:rPr>
          <w:sz w:val="20"/>
        </w:rPr>
        <w:tab/>
      </w:r>
      <w:r w:rsidRPr="00877AF5">
        <w:rPr>
          <w:bCs/>
          <w:iCs/>
          <w:sz w:val="20"/>
        </w:rPr>
        <w:sym w:font="Symbol" w:char="F0AE"/>
      </w:r>
      <w:r w:rsidRPr="00877AF5">
        <w:rPr>
          <w:sz w:val="20"/>
        </w:rPr>
        <w:tab/>
        <w:t>Nein, auf keinen Fall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  <w:t>1</w:t>
      </w:r>
      <w:r w:rsidRPr="00877AF5">
        <w:rPr>
          <w:sz w:val="20"/>
        </w:rPr>
        <w:tab/>
        <w:t>2</w:t>
      </w:r>
      <w:r w:rsidRPr="00877AF5">
        <w:rPr>
          <w:sz w:val="20"/>
        </w:rPr>
        <w:tab/>
        <w:t>3</w:t>
      </w:r>
      <w:r w:rsidRPr="00877AF5">
        <w:rPr>
          <w:sz w:val="20"/>
        </w:rPr>
        <w:tab/>
        <w:t>4</w:t>
      </w:r>
      <w:r w:rsidRPr="00877AF5">
        <w:rPr>
          <w:sz w:val="20"/>
        </w:rPr>
        <w:tab/>
        <w:t>5</w:t>
      </w:r>
    </w:p>
    <w:p w:rsidR="00461D2C" w:rsidRPr="00877AF5" w:rsidRDefault="00461D2C" w:rsidP="001802E7">
      <w:pPr>
        <w:pStyle w:val="Skala5"/>
        <w:tabs>
          <w:tab w:val="clear" w:pos="6804"/>
          <w:tab w:val="clear" w:pos="7513"/>
          <w:tab w:val="clear" w:pos="8222"/>
          <w:tab w:val="clear" w:pos="8931"/>
          <w:tab w:val="clear" w:pos="9639"/>
          <w:tab w:val="center" w:pos="1418"/>
          <w:tab w:val="center" w:pos="2552"/>
          <w:tab w:val="center" w:pos="3686"/>
          <w:tab w:val="center" w:pos="4820"/>
          <w:tab w:val="center" w:pos="5954"/>
        </w:tabs>
        <w:ind w:right="0"/>
        <w:rPr>
          <w:sz w:val="20"/>
        </w:rPr>
      </w:pP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  <w:r w:rsidRPr="00877AF5">
        <w:rPr>
          <w:sz w:val="20"/>
        </w:rPr>
        <w:tab/>
      </w:r>
      <w:r w:rsidRPr="00877AF5">
        <w:rPr>
          <w:sz w:val="20"/>
        </w:rPr>
        <w:sym w:font="Wingdings" w:char="F0A8"/>
      </w:r>
    </w:p>
    <w:p w:rsidR="00461D2C" w:rsidRPr="00877AF5" w:rsidRDefault="00461D2C" w:rsidP="001802E7">
      <w:pPr>
        <w:pStyle w:val="Frage"/>
        <w:tabs>
          <w:tab w:val="clear" w:pos="432"/>
          <w:tab w:val="left" w:pos="425"/>
          <w:tab w:val="num" w:pos="720"/>
          <w:tab w:val="left" w:leader="underscore" w:pos="10064"/>
        </w:tabs>
        <w:ind w:left="425" w:hanging="425"/>
        <w:jc w:val="both"/>
      </w:pPr>
      <w:r w:rsidRPr="00877AF5">
        <w:t>Bitte nennen Sie die drei wichtigsten Probleme, die Ihr Unternehmen derzeit zu bewältigen hat!</w:t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Pr="00877AF5" w:rsidRDefault="00461D2C" w:rsidP="001802E7">
      <w:pPr>
        <w:pStyle w:val="antwort"/>
        <w:tabs>
          <w:tab w:val="clear" w:pos="851"/>
          <w:tab w:val="clear" w:pos="7371"/>
          <w:tab w:val="right" w:leader="underscore" w:pos="10065"/>
        </w:tabs>
        <w:spacing w:after="120"/>
      </w:pPr>
      <w:r w:rsidRPr="00877AF5">
        <w:tab/>
      </w: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3577DE">
      <w:pPr>
        <w:pStyle w:val="Frage"/>
        <w:numPr>
          <w:ilvl w:val="0"/>
          <w:numId w:val="0"/>
        </w:numPr>
        <w:tabs>
          <w:tab w:val="clear" w:pos="432"/>
          <w:tab w:val="left" w:pos="425"/>
          <w:tab w:val="left" w:leader="underscore" w:pos="10064"/>
        </w:tabs>
        <w:spacing w:before="0"/>
      </w:pPr>
    </w:p>
    <w:p w:rsidR="00461D2C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  <w:sectPr w:rsidR="00461D2C" w:rsidSect="00461D2C">
          <w:headerReference w:type="even" r:id="rId76"/>
          <w:headerReference w:type="default" r:id="rId77"/>
          <w:headerReference w:type="first" r:id="rId78"/>
          <w:footerReference w:type="first" r:id="rId79"/>
          <w:pgSz w:w="11907" w:h="16839" w:code="9"/>
          <w:pgMar w:top="1418" w:right="851" w:bottom="624" w:left="851" w:header="567" w:footer="567" w:gutter="0"/>
          <w:pgNumType w:start="1"/>
          <w:cols w:space="720"/>
          <w:titlePg/>
          <w:docGrid w:linePitch="354"/>
        </w:sectPr>
      </w:pPr>
      <w:r w:rsidRPr="00E0351A">
        <w:rPr>
          <w:b/>
          <w:bCs/>
          <w:sz w:val="32"/>
          <w:szCs w:val="32"/>
        </w:rPr>
        <w:t>Vielen Dank für Ihre Mitarbeit!</w:t>
      </w:r>
    </w:p>
    <w:p w:rsidR="00461D2C" w:rsidRPr="00E0351A" w:rsidRDefault="00461D2C" w:rsidP="001802E7">
      <w:pPr>
        <w:pStyle w:val="Fuzeile"/>
        <w:tabs>
          <w:tab w:val="clear" w:pos="9072"/>
        </w:tabs>
        <w:spacing w:before="960" w:after="1200" w:line="120" w:lineRule="atLeast"/>
        <w:jc w:val="center"/>
        <w:rPr>
          <w:b/>
          <w:bCs/>
          <w:sz w:val="32"/>
          <w:szCs w:val="32"/>
        </w:rPr>
      </w:pPr>
    </w:p>
    <w:sectPr w:rsidR="00461D2C" w:rsidRPr="00E0351A" w:rsidSect="00461D2C">
      <w:headerReference w:type="even" r:id="rId80"/>
      <w:headerReference w:type="default" r:id="rId81"/>
      <w:headerReference w:type="first" r:id="rId82"/>
      <w:footerReference w:type="first" r:id="rId83"/>
      <w:type w:val="continuous"/>
      <w:pgSz w:w="11907" w:h="16839" w:code="9"/>
      <w:pgMar w:top="1418" w:right="851" w:bottom="624" w:left="85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D2C" w:rsidRDefault="00461D2C">
      <w:r>
        <w:separator/>
      </w:r>
    </w:p>
  </w:endnote>
  <w:endnote w:type="continuationSeparator" w:id="0">
    <w:p w:rsidR="00461D2C" w:rsidRDefault="0046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CorpID MyriadRgSc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31" w:rsidRDefault="00A31E31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1802E7">
    <w:pPr>
      <w:pStyle w:val="Fuzeile"/>
      <w:jc w:val="right"/>
    </w:pPr>
    <w:r w:rsidRPr="00F859DA">
      <w:rPr>
        <w:b/>
      </w:rPr>
      <w:t>Bitte umblättern</w:t>
    </w:r>
    <w:r w:rsidRPr="00F859DA">
      <w:rPr>
        <w:sz w:val="36"/>
        <w:szCs w:val="36"/>
      </w:rPr>
      <w:t xml:space="preserve"> </w:t>
    </w:r>
    <w:r w:rsidRPr="00F859DA">
      <w:rPr>
        <w:sz w:val="36"/>
        <w:szCs w:val="36"/>
      </w:rPr>
      <w:sym w:font="Wingdings" w:char="F0C4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D2C" w:rsidRDefault="00461D2C">
      <w:r>
        <w:separator/>
      </w:r>
    </w:p>
  </w:footnote>
  <w:footnote w:type="continuationSeparator" w:id="0">
    <w:p w:rsidR="00461D2C" w:rsidRDefault="00461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12" name="Textfeld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9" type="#_x0000_t202" style="position:absolute;left:0;text-align:left;margin-left:-8.15pt;margin-top:-13.05pt;width:407.15pt;height:40.7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G26014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14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15" name="Textfeld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G26057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30" type="#_x0000_t202" style="position:absolute;left:0;text-align:left;margin-left:-8.15pt;margin-top:-13.05pt;width:407.15pt;height:40.7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G26057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17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G26118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1" type="#_x0000_t202" style="position:absolute;left:0;text-align:left;margin-left:-8.15pt;margin-top:-13.05pt;width:407.15pt;height:40.7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G26118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7696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20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G26164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32" type="#_x0000_t202" style="position:absolute;left:0;text-align:left;margin-left:-8.15pt;margin-top:-13.05pt;width:407.15pt;height:40.7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G26164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0768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23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G26190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24" o:spid="_x0000_s1033" type="#_x0000_t202" style="position:absolute;left:0;text-align:left;margin-left:-8.15pt;margin-top:-13.05pt;width:407.15pt;height:40.7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G26190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3840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26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27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G26384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27" o:spid="_x0000_s1034" type="#_x0000_t202" style="position:absolute;left:0;text-align:left;margin-left:-8.15pt;margin-top:-13.05pt;width:407.15pt;height:40.7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G26384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29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-8.15pt;margin-top:-13.05pt;width:407.15pt;height:40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4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30" name="Textfeld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G26553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30" o:spid="_x0000_s1035" type="#_x0000_t202" style="position:absolute;left:0;text-align:left;margin-left:-8.15pt;margin-top:-13.05pt;width:407.15pt;height:40.7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G26553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9984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32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33" name="Textfeld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G26571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36" type="#_x0000_t202" style="position:absolute;left:0;text-align:left;margin-left:-8.15pt;margin-top:-13.05pt;width:407.15pt;height:40.7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G26571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3056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35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36" name="Textfeld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G26579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36" o:spid="_x0000_s1037" type="#_x0000_t202" style="position:absolute;left:0;text-align:left;margin-left:-8.15pt;margin-top:-13.05pt;width:407.15pt;height:40.7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IHAjSS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G26579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6128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38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39" name="Textfeld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G26589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39" o:spid="_x0000_s1038" type="#_x0000_t202" style="position:absolute;left:0;text-align:left;margin-left:-8.15pt;margin-top:-13.05pt;width:407.15pt;height:40.7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AN0c32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G26589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9200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41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42" name="Textfeld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G26611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42" o:spid="_x0000_s1039" type="#_x0000_t202" style="position:absolute;left:0;text-align:left;margin-left:-8.15pt;margin-top:-13.05pt;width:407.15pt;height:40.7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G26611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2272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44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45" name="Textfeld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G27204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45" o:spid="_x0000_s1040" type="#_x0000_t202" style="position:absolute;left:0;text-align:left;margin-left:-8.15pt;margin-top:-13.05pt;width:407.15pt;height:40.7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Or8bhi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G27204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5344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47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48" name="Textfeld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G28055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48" o:spid="_x0000_s1041" type="#_x0000_t202" style="position:absolute;left:0;text-align:left;margin-left:-8.15pt;margin-top:-13.05pt;width:407.15pt;height:40.7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GUPbnu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G28055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8416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50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51" name="Textfeld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G28208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51" o:spid="_x0000_s1042" type="#_x0000_t202" style="position:absolute;left:0;text-align:left;margin-left:-8.15pt;margin-top:-13.05pt;width:407.15pt;height:40.7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ChIQYO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G28208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1488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53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54" name="Textfeld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G29036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54" o:spid="_x0000_s1043" type="#_x0000_t202" style="position:absolute;left:0;text-align:left;margin-left:-8.15pt;margin-top:-13.05pt;width:407.15pt;height:40.7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G29036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4560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56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31" w:rsidRDefault="00A31E31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31" w:rsidRDefault="00A31E31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31" w:rsidRDefault="00A31E31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E31" w:rsidRPr="00215E52" w:rsidRDefault="00A31E31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="00E02377"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G29036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4" type="#_x0000_t202" style="position:absolute;left:0;text-align:left;margin-left:-8.15pt;margin-top:-13.05pt;width:407.15pt;height:40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" stroked="f">
              <v:textbox style="mso-fit-shape-to-text:t">
                <w:txbxContent>
                  <w:p w:rsidR="00A31E31" w:rsidRPr="00215E52" w:rsidRDefault="00A31E31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="00E02377"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G29036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3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G24459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left:0;text-align:left;margin-left:-8.15pt;margin-top:-13.05pt;width:407.15pt;height:40.7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G24459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8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pStyle w:val="Kopfzeile"/>
      <w:tabs>
        <w:tab w:val="clear" w:pos="9072"/>
        <w:tab w:val="right" w:leader="underscore" w:pos="10206"/>
      </w:tabs>
      <w:spacing w:before="120" w:after="24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>
    <w:pPr>
      <w:tabs>
        <w:tab w:val="right" w:pos="10206"/>
      </w:tabs>
      <w:spacing w:before="120"/>
      <w:rPr>
        <w:sz w:val="20"/>
      </w:rPr>
    </w:pPr>
    <w:r>
      <w:rPr>
        <w:sz w:val="20"/>
      </w:rP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2C" w:rsidRDefault="00461D2C" w:rsidP="00335232">
    <w:pPr>
      <w:pStyle w:val="Kopfzeile"/>
      <w:tabs>
        <w:tab w:val="clear" w:pos="9072"/>
        <w:tab w:val="right" w:pos="9498"/>
      </w:tabs>
      <w:ind w:left="7938"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31DE7" wp14:editId="7CEF11E2">
              <wp:simplePos x="0" y="0"/>
              <wp:positionH relativeFrom="column">
                <wp:posOffset>-103415</wp:posOffset>
              </wp:positionH>
              <wp:positionV relativeFrom="paragraph">
                <wp:posOffset>-165836</wp:posOffset>
              </wp:positionV>
              <wp:extent cx="5170811" cy="517525"/>
              <wp:effectExtent l="0" t="0" r="0" b="3810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0811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D2C" w:rsidRPr="00215E52" w:rsidRDefault="00461D2C" w:rsidP="00E03FC3">
                          <w:pPr>
                            <w:spacing w:before="240"/>
                            <w:rPr>
                              <w:rFonts w:ascii="AdobeCorpID MyriadRgScn" w:hAnsi="AdobeCorpID MyriadRgScn"/>
                              <w:b/>
                              <w:color w:val="E36C0A" w:themeColor="accent6" w:themeShade="BF"/>
                              <w:szCs w:val="26"/>
                            </w:rPr>
                          </w:pPr>
                          <w:r w:rsidRPr="00215E52">
                            <w:rPr>
                              <w:b/>
                              <w:color w:val="E36C0A" w:themeColor="accent6" w:themeShade="BF"/>
                            </w:rPr>
                            <w:t>Nachbefragung der Besucher von Gründermessen</w:t>
                          </w:r>
                          <w:r>
                            <w:rPr>
                              <w:b/>
                              <w:color w:val="E36C0A" w:themeColor="accent6" w:themeShade="BF"/>
                            </w:rPr>
                            <w:t xml:space="preserve"> </w:t>
                          </w:r>
                          <w:r w:rsidRPr="00146A02">
                            <w:rPr>
                              <w:color w:val="E36C0A" w:themeColor="accent6" w:themeShade="BF"/>
                              <w:sz w:val="16"/>
                              <w:szCs w:val="16"/>
                            </w:rPr>
                            <w:t xml:space="preserve">Nr. </w:t>
                          </w:r>
                          <w:r w:rsidRPr="00241F7C">
                            <w:rPr>
                              <w:noProof/>
                              <w:color w:val="E36C0A" w:themeColor="accent6" w:themeShade="BF"/>
                              <w:sz w:val="16"/>
                              <w:szCs w:val="16"/>
                            </w:rPr>
                            <w:t>G25317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931DE7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style="position:absolute;left:0;text-align:left;margin-left:-8.15pt;margin-top:-13.05pt;width:407.15pt;height:40.7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" stroked="f">
              <v:textbox style="mso-fit-shape-to-text:t">
                <w:txbxContent>
                  <w:p w:rsidR="00461D2C" w:rsidRPr="00215E52" w:rsidRDefault="00461D2C" w:rsidP="00E03FC3">
                    <w:pPr>
                      <w:spacing w:before="240"/>
                      <w:rPr>
                        <w:rFonts w:ascii="AdobeCorpID MyriadRgScn" w:hAnsi="AdobeCorpID MyriadRgScn"/>
                        <w:b/>
                        <w:color w:val="E36C0A" w:themeColor="accent6" w:themeShade="BF"/>
                        <w:szCs w:val="26"/>
                      </w:rPr>
                    </w:pPr>
                    <w:r w:rsidRPr="00215E52">
                      <w:rPr>
                        <w:b/>
                        <w:color w:val="E36C0A" w:themeColor="accent6" w:themeShade="BF"/>
                      </w:rPr>
                      <w:t>Nachbefragung der Besucher von Gründermessen</w:t>
                    </w:r>
                    <w:r>
                      <w:rPr>
                        <w:b/>
                        <w:color w:val="E36C0A" w:themeColor="accent6" w:themeShade="BF"/>
                      </w:rPr>
                      <w:t xml:space="preserve"> </w:t>
                    </w:r>
                    <w:r w:rsidRPr="00146A02">
                      <w:rPr>
                        <w:color w:val="E36C0A" w:themeColor="accent6" w:themeShade="BF"/>
                        <w:sz w:val="16"/>
                        <w:szCs w:val="16"/>
                      </w:rPr>
                      <w:t xml:space="preserve">Nr. </w:t>
                    </w:r>
                    <w:r w:rsidRPr="00241F7C">
                      <w:rPr>
                        <w:noProof/>
                        <w:color w:val="E36C0A" w:themeColor="accent6" w:themeShade="BF"/>
                        <w:sz w:val="16"/>
                        <w:szCs w:val="16"/>
                      </w:rPr>
                      <w:t>G25317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7A8E1292" wp14:editId="376B5477">
          <wp:simplePos x="0" y="0"/>
          <wp:positionH relativeFrom="column">
            <wp:posOffset>5133559</wp:posOffset>
          </wp:positionH>
          <wp:positionV relativeFrom="paragraph">
            <wp:posOffset>-50800</wp:posOffset>
          </wp:positionV>
          <wp:extent cx="1330325" cy="2881630"/>
          <wp:effectExtent l="0" t="0" r="3175" b="0"/>
          <wp:wrapNone/>
          <wp:docPr id="11" name="Bild 3" descr="Logo_IfM_mit_Balken_f_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_IfM_mit_Balken_f_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288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398C0B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2EF23226"/>
    <w:multiLevelType w:val="hybridMultilevel"/>
    <w:tmpl w:val="1144C5D2"/>
    <w:lvl w:ilvl="0" w:tplc="51E8AE6E">
      <w:start w:val="1"/>
      <w:numFmt w:val="decimal"/>
      <w:pStyle w:val="Frage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52"/>
    <w:rsid w:val="000032BE"/>
    <w:rsid w:val="0002047A"/>
    <w:rsid w:val="0006721D"/>
    <w:rsid w:val="000704CA"/>
    <w:rsid w:val="00076F77"/>
    <w:rsid w:val="000D2E4E"/>
    <w:rsid w:val="000E640D"/>
    <w:rsid w:val="001605CF"/>
    <w:rsid w:val="001802E7"/>
    <w:rsid w:val="001B313F"/>
    <w:rsid w:val="001C6764"/>
    <w:rsid w:val="001D2FFC"/>
    <w:rsid w:val="001E0A5A"/>
    <w:rsid w:val="001F1B1D"/>
    <w:rsid w:val="00215E52"/>
    <w:rsid w:val="00281968"/>
    <w:rsid w:val="0029661F"/>
    <w:rsid w:val="002C2662"/>
    <w:rsid w:val="00313B7F"/>
    <w:rsid w:val="00315B02"/>
    <w:rsid w:val="00335232"/>
    <w:rsid w:val="003577DE"/>
    <w:rsid w:val="003E364C"/>
    <w:rsid w:val="00461D2C"/>
    <w:rsid w:val="004714AF"/>
    <w:rsid w:val="004E281B"/>
    <w:rsid w:val="004F081A"/>
    <w:rsid w:val="00540D28"/>
    <w:rsid w:val="00595FAE"/>
    <w:rsid w:val="00697B34"/>
    <w:rsid w:val="00751E35"/>
    <w:rsid w:val="007D1916"/>
    <w:rsid w:val="007E6D1B"/>
    <w:rsid w:val="008725D2"/>
    <w:rsid w:val="0099692B"/>
    <w:rsid w:val="009D0156"/>
    <w:rsid w:val="009E35A8"/>
    <w:rsid w:val="009E5B82"/>
    <w:rsid w:val="00A31E31"/>
    <w:rsid w:val="00A614E1"/>
    <w:rsid w:val="00A77BE9"/>
    <w:rsid w:val="00AB7A7C"/>
    <w:rsid w:val="00AF0FBD"/>
    <w:rsid w:val="00B16209"/>
    <w:rsid w:val="00B37DEB"/>
    <w:rsid w:val="00C033CF"/>
    <w:rsid w:val="00C04772"/>
    <w:rsid w:val="00C25246"/>
    <w:rsid w:val="00C40C4A"/>
    <w:rsid w:val="00C70C37"/>
    <w:rsid w:val="00C87555"/>
    <w:rsid w:val="00CA270D"/>
    <w:rsid w:val="00CB4C4C"/>
    <w:rsid w:val="00D13C9C"/>
    <w:rsid w:val="00D21345"/>
    <w:rsid w:val="00D87857"/>
    <w:rsid w:val="00DB778B"/>
    <w:rsid w:val="00E02377"/>
    <w:rsid w:val="00E03FC3"/>
    <w:rsid w:val="00E1577F"/>
    <w:rsid w:val="00E5480B"/>
    <w:rsid w:val="00EF5EE1"/>
    <w:rsid w:val="00F216E8"/>
    <w:rsid w:val="00FD5BE0"/>
    <w:rsid w:val="00FF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4CAAA3-B7A8-48F5-BB24-21578966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40" w:line="360" w:lineRule="atLeast"/>
      <w:jc w:val="both"/>
    </w:pPr>
    <w:rPr>
      <w:rFonts w:ascii="Arial" w:hAnsi="Arial"/>
      <w:sz w:val="26"/>
    </w:rPr>
  </w:style>
  <w:style w:type="paragraph" w:styleId="berschrift1">
    <w:name w:val="heading 1"/>
    <w:basedOn w:val="Standard"/>
    <w:next w:val="Standard"/>
    <w:qFormat/>
    <w:pPr>
      <w:keepNext/>
      <w:ind w:left="432" w:hanging="432"/>
      <w:outlineLvl w:val="0"/>
    </w:pPr>
    <w:rPr>
      <w:b/>
    </w:rPr>
  </w:style>
  <w:style w:type="paragraph" w:styleId="berschrift2">
    <w:name w:val="heading 2"/>
    <w:basedOn w:val="berschrift1"/>
    <w:next w:val="Standard"/>
    <w:qFormat/>
    <w:pPr>
      <w:ind w:left="576" w:hanging="576"/>
      <w:outlineLvl w:val="1"/>
    </w:pPr>
  </w:style>
  <w:style w:type="paragraph" w:styleId="berschrift3">
    <w:name w:val="heading 3"/>
    <w:basedOn w:val="berschrift2"/>
    <w:next w:val="Standard"/>
    <w:qFormat/>
    <w:pPr>
      <w:ind w:left="864" w:hanging="864"/>
      <w:outlineLvl w:val="2"/>
    </w:pPr>
  </w:style>
  <w:style w:type="paragraph" w:styleId="berschrift4">
    <w:name w:val="heading 4"/>
    <w:basedOn w:val="berschrift3"/>
    <w:next w:val="Standard"/>
    <w:qFormat/>
    <w:pPr>
      <w:ind w:left="1080" w:hanging="1080"/>
      <w:outlineLvl w:val="3"/>
    </w:pPr>
  </w:style>
  <w:style w:type="paragraph" w:styleId="berschrift5">
    <w:name w:val="heading 5"/>
    <w:basedOn w:val="berschrift4"/>
    <w:next w:val="Standard"/>
    <w:qFormat/>
    <w:pPr>
      <w:ind w:left="1224" w:hanging="1224"/>
      <w:outlineLvl w:val="4"/>
    </w:pPr>
  </w:style>
  <w:style w:type="paragraph" w:styleId="berschrift6">
    <w:name w:val="heading 6"/>
    <w:basedOn w:val="berschrift5"/>
    <w:next w:val="Standard"/>
    <w:qFormat/>
    <w:pPr>
      <w:ind w:left="1440" w:hanging="1440"/>
      <w:outlineLvl w:val="5"/>
    </w:pPr>
  </w:style>
  <w:style w:type="paragraph" w:styleId="berschrift7">
    <w:name w:val="heading 7"/>
    <w:basedOn w:val="berschrift6"/>
    <w:next w:val="Standard"/>
    <w:qFormat/>
    <w:pPr>
      <w:ind w:left="1656" w:hanging="1656"/>
      <w:outlineLvl w:val="6"/>
    </w:pPr>
  </w:style>
  <w:style w:type="paragraph" w:styleId="berschrift8">
    <w:name w:val="heading 8"/>
    <w:basedOn w:val="berschrift1"/>
    <w:next w:val="Standard"/>
    <w:qFormat/>
    <w:pPr>
      <w:ind w:left="1872" w:hanging="1872"/>
      <w:outlineLvl w:val="7"/>
    </w:pPr>
  </w:style>
  <w:style w:type="paragraph" w:styleId="berschrift9">
    <w:name w:val="heading 9"/>
    <w:basedOn w:val="berschrift1"/>
    <w:next w:val="Standard"/>
    <w:qFormat/>
    <w:pPr>
      <w:ind w:left="2088" w:hanging="208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120" w:line="240" w:lineRule="auto"/>
    </w:pPr>
    <w:rPr>
      <w:sz w:val="20"/>
    </w:rPr>
  </w:style>
  <w:style w:type="paragraph" w:styleId="Fuzeile">
    <w:name w:val="footer"/>
    <w:basedOn w:val="Standard"/>
    <w:pPr>
      <w:tabs>
        <w:tab w:val="right" w:pos="9072"/>
      </w:tabs>
      <w:spacing w:after="120" w:line="240" w:lineRule="auto"/>
    </w:pPr>
    <w:rPr>
      <w:sz w:val="20"/>
    </w:rPr>
  </w:style>
  <w:style w:type="character" w:styleId="Seitenzahl">
    <w:name w:val="page number"/>
    <w:rPr>
      <w:sz w:val="26"/>
    </w:rPr>
  </w:style>
  <w:style w:type="paragraph" w:customStyle="1" w:styleId="Abbildung">
    <w:name w:val="Abbildung"/>
    <w:basedOn w:val="Standard"/>
    <w:next w:val="Standard"/>
    <w:pPr>
      <w:keepNext/>
      <w:keepLines/>
      <w:tabs>
        <w:tab w:val="right" w:pos="1584"/>
        <w:tab w:val="left" w:pos="1728"/>
      </w:tabs>
      <w:spacing w:line="240" w:lineRule="auto"/>
      <w:ind w:left="1728" w:hanging="1728"/>
    </w:pPr>
  </w:style>
  <w:style w:type="paragraph" w:styleId="Funotentext">
    <w:name w:val="footnote text"/>
    <w:basedOn w:val="Standard"/>
    <w:semiHidden/>
    <w:pPr>
      <w:spacing w:after="0" w:line="240" w:lineRule="atLeast"/>
      <w:ind w:left="360" w:hanging="360"/>
    </w:pPr>
    <w:rPr>
      <w:sz w:val="22"/>
    </w:rPr>
  </w:style>
  <w:style w:type="character" w:styleId="Funotenzeichen">
    <w:name w:val="footnote reference"/>
    <w:semiHidden/>
    <w:rPr>
      <w:rFonts w:ascii="Arial" w:hAnsi="Arial"/>
      <w:position w:val="6"/>
      <w:sz w:val="22"/>
    </w:rPr>
  </w:style>
  <w:style w:type="paragraph" w:customStyle="1" w:styleId="Quelle">
    <w:name w:val="Quelle"/>
    <w:basedOn w:val="Standard"/>
    <w:pPr>
      <w:tabs>
        <w:tab w:val="left" w:pos="864"/>
      </w:tabs>
      <w:spacing w:before="120" w:line="240" w:lineRule="atLeast"/>
      <w:ind w:left="864" w:hanging="864"/>
    </w:pPr>
    <w:rPr>
      <w:sz w:val="22"/>
    </w:rPr>
  </w:style>
  <w:style w:type="paragraph" w:customStyle="1" w:styleId="Tabelle">
    <w:name w:val="Tabelle"/>
    <w:basedOn w:val="Standard"/>
    <w:pPr>
      <w:keepNext/>
      <w:keepLines/>
      <w:spacing w:before="60" w:after="60" w:line="240" w:lineRule="auto"/>
      <w:jc w:val="left"/>
    </w:pPr>
    <w:rPr>
      <w:sz w:val="22"/>
    </w:rPr>
  </w:style>
  <w:style w:type="paragraph" w:customStyle="1" w:styleId="berschrift">
    <w:name w:val="Überschrift"/>
    <w:basedOn w:val="Standard"/>
    <w:pPr>
      <w:keepNext/>
      <w:keepLines/>
      <w:suppressAutoHyphens/>
      <w:ind w:left="431" w:hanging="431"/>
      <w:jc w:val="left"/>
    </w:pPr>
    <w:rPr>
      <w:b/>
      <w:sz w:val="30"/>
    </w:rPr>
  </w:style>
  <w:style w:type="paragraph" w:customStyle="1" w:styleId="Abbildungsberschrift">
    <w:name w:val="Abbildungsüberschrift"/>
    <w:basedOn w:val="Standard"/>
    <w:next w:val="Standard"/>
    <w:pPr>
      <w:keepNext/>
      <w:tabs>
        <w:tab w:val="right" w:pos="1584"/>
      </w:tabs>
      <w:spacing w:line="240" w:lineRule="auto"/>
      <w:ind w:left="1728" w:hanging="1728"/>
    </w:pPr>
  </w:style>
  <w:style w:type="paragraph" w:customStyle="1" w:styleId="BriefAllgemein">
    <w:name w:val="BriefAllgemein"/>
    <w:basedOn w:val="Standard"/>
    <w:pPr>
      <w:spacing w:after="0" w:line="240" w:lineRule="auto"/>
      <w:jc w:val="left"/>
    </w:pPr>
  </w:style>
  <w:style w:type="paragraph" w:customStyle="1" w:styleId="BriefText">
    <w:name w:val="BriefText"/>
    <w:basedOn w:val="Standard"/>
    <w:pPr>
      <w:spacing w:line="360" w:lineRule="exact"/>
    </w:pPr>
  </w:style>
  <w:style w:type="paragraph" w:styleId="Abbildungsverzeichnis">
    <w:name w:val="table of figures"/>
    <w:basedOn w:val="Standard"/>
    <w:next w:val="Standard"/>
    <w:semiHidden/>
    <w:pPr>
      <w:tabs>
        <w:tab w:val="right" w:pos="1584"/>
        <w:tab w:val="right" w:pos="9072"/>
      </w:tabs>
      <w:spacing w:line="240" w:lineRule="auto"/>
      <w:ind w:left="1728" w:right="1440" w:hanging="1728"/>
    </w:pPr>
  </w:style>
  <w:style w:type="paragraph" w:customStyle="1" w:styleId="Anmerkung">
    <w:name w:val="Anmerkung"/>
    <w:basedOn w:val="Standard"/>
    <w:pPr>
      <w:spacing w:before="120" w:line="240" w:lineRule="auto"/>
      <w:ind w:left="288" w:hanging="288"/>
    </w:pPr>
    <w:rPr>
      <w:sz w:val="22"/>
    </w:rPr>
  </w:style>
  <w:style w:type="paragraph" w:customStyle="1" w:styleId="Einfach">
    <w:name w:val="Einfach"/>
    <w:basedOn w:val="Standard"/>
    <w:pPr>
      <w:spacing w:after="0" w:line="240" w:lineRule="auto"/>
    </w:pPr>
  </w:style>
  <w:style w:type="paragraph" w:styleId="Standardeinzug">
    <w:name w:val="Normal Indent"/>
    <w:basedOn w:val="Standard"/>
    <w:pPr>
      <w:ind w:left="288" w:hanging="288"/>
    </w:pPr>
  </w:style>
  <w:style w:type="paragraph" w:customStyle="1" w:styleId="Tabellenberschrift">
    <w:name w:val="Tabellenüberschrift"/>
    <w:basedOn w:val="Standard"/>
    <w:next w:val="Standard"/>
    <w:pPr>
      <w:keepNext/>
      <w:tabs>
        <w:tab w:val="right" w:pos="1296"/>
      </w:tabs>
      <w:spacing w:line="240" w:lineRule="auto"/>
      <w:ind w:left="1440" w:hanging="1440"/>
    </w:pPr>
  </w:style>
  <w:style w:type="paragraph" w:customStyle="1" w:styleId="Tabellenverzeichnis">
    <w:name w:val="Tabellenverzeichnis"/>
    <w:basedOn w:val="Standard"/>
    <w:pPr>
      <w:tabs>
        <w:tab w:val="right" w:pos="1296"/>
        <w:tab w:val="left" w:pos="1440"/>
        <w:tab w:val="right" w:pos="9072"/>
      </w:tabs>
      <w:spacing w:line="240" w:lineRule="auto"/>
      <w:ind w:left="1440" w:right="1440" w:hanging="1440"/>
    </w:pPr>
  </w:style>
  <w:style w:type="paragraph" w:customStyle="1" w:styleId="bersichtberschrift">
    <w:name w:val="Übersichtüberschrift"/>
    <w:basedOn w:val="Abbildungsberschrift"/>
    <w:next w:val="Standard"/>
  </w:style>
  <w:style w:type="paragraph" w:customStyle="1" w:styleId="bersichtverzeichnis">
    <w:name w:val="Übersichtverzeichnis"/>
    <w:basedOn w:val="Abbildungsverzeichnis"/>
  </w:style>
  <w:style w:type="paragraph" w:styleId="Verzeichnis1">
    <w:name w:val="toc 1"/>
    <w:basedOn w:val="Standard"/>
    <w:next w:val="Standard"/>
    <w:semiHidden/>
    <w:pPr>
      <w:tabs>
        <w:tab w:val="left" w:pos="432"/>
        <w:tab w:val="right" w:pos="9072"/>
      </w:tabs>
      <w:spacing w:before="240" w:after="0" w:line="240" w:lineRule="atLeast"/>
      <w:ind w:left="432" w:right="1440" w:hanging="432"/>
    </w:pPr>
  </w:style>
  <w:style w:type="paragraph" w:styleId="Verzeichnis2">
    <w:name w:val="toc 2"/>
    <w:basedOn w:val="Verzeichnis1"/>
    <w:next w:val="Standard"/>
    <w:semiHidden/>
    <w:pPr>
      <w:tabs>
        <w:tab w:val="clear" w:pos="432"/>
        <w:tab w:val="left" w:pos="1008"/>
      </w:tabs>
      <w:spacing w:before="0"/>
      <w:ind w:left="1008" w:hanging="576"/>
    </w:pPr>
  </w:style>
  <w:style w:type="paragraph" w:styleId="Verzeichnis3">
    <w:name w:val="toc 3"/>
    <w:basedOn w:val="Verzeichnis2"/>
    <w:next w:val="Standard"/>
    <w:semiHidden/>
    <w:pPr>
      <w:tabs>
        <w:tab w:val="clear" w:pos="1008"/>
        <w:tab w:val="left" w:pos="1800"/>
      </w:tabs>
      <w:ind w:left="1800" w:hanging="792"/>
    </w:pPr>
  </w:style>
  <w:style w:type="paragraph" w:styleId="Verzeichnis4">
    <w:name w:val="toc 4"/>
    <w:basedOn w:val="Verzeichnis3"/>
    <w:next w:val="Standard"/>
    <w:semiHidden/>
    <w:pPr>
      <w:tabs>
        <w:tab w:val="clear" w:pos="1800"/>
        <w:tab w:val="left" w:pos="2808"/>
      </w:tabs>
      <w:ind w:left="2808" w:hanging="1008"/>
    </w:pPr>
  </w:style>
  <w:style w:type="paragraph" w:styleId="Verzeichnis5">
    <w:name w:val="toc 5"/>
    <w:basedOn w:val="Verzeichnis4"/>
    <w:next w:val="Standard"/>
    <w:semiHidden/>
    <w:pPr>
      <w:tabs>
        <w:tab w:val="clear" w:pos="2808"/>
        <w:tab w:val="left" w:pos="3960"/>
      </w:tabs>
      <w:ind w:left="3960" w:hanging="1152"/>
    </w:pPr>
  </w:style>
  <w:style w:type="paragraph" w:styleId="Verzeichnis6">
    <w:name w:val="toc 6"/>
    <w:basedOn w:val="Verzeichnis5"/>
    <w:next w:val="Standard"/>
    <w:semiHidden/>
    <w:pPr>
      <w:tabs>
        <w:tab w:val="clear" w:pos="3960"/>
        <w:tab w:val="left" w:pos="5400"/>
      </w:tabs>
      <w:ind w:left="5386" w:hanging="144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87"/>
      </w:tabs>
      <w:ind w:left="156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87"/>
      </w:tabs>
      <w:ind w:left="182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87"/>
      </w:tabs>
      <w:ind w:left="2080"/>
    </w:pPr>
  </w:style>
  <w:style w:type="paragraph" w:customStyle="1" w:styleId="Absender">
    <w:name w:val="Absender"/>
    <w:basedOn w:val="Standard"/>
    <w:pPr>
      <w:framePr w:w="2387" w:h="1298" w:hSpace="142" w:wrap="around" w:vAnchor="page" w:hAnchor="page" w:x="7939" w:y="2740"/>
      <w:spacing w:after="0" w:line="240" w:lineRule="auto"/>
    </w:pPr>
    <w:rPr>
      <w:sz w:val="18"/>
    </w:rPr>
  </w:style>
  <w:style w:type="paragraph" w:customStyle="1" w:styleId="AbsenderFenster">
    <w:name w:val="AbsenderFenster"/>
    <w:basedOn w:val="Standard"/>
    <w:pPr>
      <w:spacing w:line="240" w:lineRule="auto"/>
      <w:jc w:val="left"/>
    </w:pPr>
    <w:rPr>
      <w:sz w:val="14"/>
    </w:rPr>
  </w:style>
  <w:style w:type="paragraph" w:customStyle="1" w:styleId="Institut">
    <w:name w:val="Institut"/>
    <w:basedOn w:val="Standard"/>
    <w:pPr>
      <w:spacing w:after="0" w:line="240" w:lineRule="auto"/>
      <w:ind w:left="-284" w:right="-731"/>
      <w:jc w:val="left"/>
    </w:pPr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rsid w:val="002C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C2662"/>
    <w:rPr>
      <w:rFonts w:ascii="Tahoma" w:hAnsi="Tahoma" w:cs="Tahoma"/>
      <w:sz w:val="16"/>
      <w:szCs w:val="16"/>
    </w:rPr>
  </w:style>
  <w:style w:type="character" w:styleId="Hyperlink">
    <w:name w:val="Hyperlink"/>
    <w:rsid w:val="000D2E4E"/>
    <w:rPr>
      <w:color w:val="0000FF"/>
      <w:u w:val="single"/>
    </w:rPr>
  </w:style>
  <w:style w:type="paragraph" w:customStyle="1" w:styleId="antwort2">
    <w:name w:val="antwort2"/>
    <w:basedOn w:val="Standard"/>
    <w:rsid w:val="00215E52"/>
    <w:pPr>
      <w:tabs>
        <w:tab w:val="left" w:pos="851"/>
        <w:tab w:val="left" w:pos="5103"/>
        <w:tab w:val="left" w:pos="5387"/>
        <w:tab w:val="right" w:leader="underscore" w:pos="10065"/>
      </w:tabs>
      <w:spacing w:after="0" w:line="240" w:lineRule="atLeast"/>
      <w:ind w:left="426"/>
    </w:pPr>
    <w:rPr>
      <w:sz w:val="20"/>
    </w:rPr>
  </w:style>
  <w:style w:type="paragraph" w:customStyle="1" w:styleId="antwort1">
    <w:name w:val="antwort1"/>
    <w:basedOn w:val="Standard"/>
    <w:rsid w:val="00215E52"/>
    <w:pPr>
      <w:tabs>
        <w:tab w:val="left" w:pos="851"/>
        <w:tab w:val="left" w:leader="dot" w:pos="7371"/>
      </w:tabs>
      <w:spacing w:before="20" w:after="0" w:line="240" w:lineRule="atLeast"/>
      <w:ind w:left="426"/>
    </w:pPr>
    <w:rPr>
      <w:sz w:val="20"/>
    </w:rPr>
  </w:style>
  <w:style w:type="paragraph" w:customStyle="1" w:styleId="antwort3">
    <w:name w:val="antwort3"/>
    <w:basedOn w:val="Standard"/>
    <w:rsid w:val="00215E52"/>
    <w:pPr>
      <w:tabs>
        <w:tab w:val="left" w:pos="851"/>
        <w:tab w:val="left" w:pos="4253"/>
        <w:tab w:val="left" w:pos="4678"/>
        <w:tab w:val="left" w:pos="7371"/>
        <w:tab w:val="left" w:pos="7797"/>
        <w:tab w:val="right" w:leader="underscore" w:pos="10065"/>
      </w:tabs>
      <w:spacing w:after="0" w:line="240" w:lineRule="atLeast"/>
      <w:ind w:left="426"/>
    </w:pPr>
    <w:rPr>
      <w:sz w:val="20"/>
    </w:rPr>
  </w:style>
  <w:style w:type="paragraph" w:customStyle="1" w:styleId="Frage">
    <w:name w:val="Frage"/>
    <w:basedOn w:val="Standard"/>
    <w:rsid w:val="00215E52"/>
    <w:pPr>
      <w:numPr>
        <w:numId w:val="2"/>
      </w:numPr>
      <w:tabs>
        <w:tab w:val="clear" w:pos="720"/>
        <w:tab w:val="left" w:pos="432"/>
      </w:tabs>
      <w:spacing w:before="240" w:after="120" w:line="240" w:lineRule="auto"/>
      <w:ind w:left="432" w:hanging="432"/>
      <w:jc w:val="left"/>
    </w:pPr>
    <w:rPr>
      <w:b/>
      <w:sz w:val="20"/>
    </w:rPr>
  </w:style>
  <w:style w:type="paragraph" w:customStyle="1" w:styleId="antwort">
    <w:name w:val="antwort"/>
    <w:basedOn w:val="antwort1"/>
    <w:rsid w:val="00215E52"/>
    <w:pPr>
      <w:spacing w:after="200"/>
      <w:ind w:left="431"/>
    </w:pPr>
  </w:style>
  <w:style w:type="paragraph" w:customStyle="1" w:styleId="antwort5">
    <w:name w:val="antwort5"/>
    <w:basedOn w:val="antwort3"/>
    <w:rsid w:val="00215E52"/>
    <w:pPr>
      <w:tabs>
        <w:tab w:val="left" w:pos="1985"/>
        <w:tab w:val="left" w:pos="2127"/>
        <w:tab w:val="left" w:pos="2410"/>
        <w:tab w:val="left" w:pos="4111"/>
        <w:tab w:val="left" w:pos="9214"/>
        <w:tab w:val="left" w:pos="9356"/>
        <w:tab w:val="left" w:pos="9639"/>
      </w:tabs>
    </w:pPr>
  </w:style>
  <w:style w:type="paragraph" w:customStyle="1" w:styleId="Skala">
    <w:name w:val="Skala"/>
    <w:basedOn w:val="Textkrper-Einzug2"/>
    <w:rsid w:val="00215E52"/>
    <w:pPr>
      <w:tabs>
        <w:tab w:val="center" w:pos="6804"/>
        <w:tab w:val="center" w:pos="9639"/>
      </w:tabs>
      <w:spacing w:after="0" w:line="240" w:lineRule="auto"/>
      <w:ind w:left="431" w:right="-398"/>
      <w:jc w:val="left"/>
    </w:pPr>
    <w:rPr>
      <w:sz w:val="18"/>
    </w:rPr>
  </w:style>
  <w:style w:type="paragraph" w:customStyle="1" w:styleId="Skala5">
    <w:name w:val="Skala5"/>
    <w:basedOn w:val="Skala"/>
    <w:rsid w:val="00215E52"/>
    <w:pPr>
      <w:tabs>
        <w:tab w:val="center" w:pos="7513"/>
        <w:tab w:val="center" w:pos="8222"/>
        <w:tab w:val="center" w:pos="8931"/>
      </w:tabs>
    </w:pPr>
  </w:style>
  <w:style w:type="paragraph" w:styleId="Textkrper-Einzug2">
    <w:name w:val="Body Text Indent 2"/>
    <w:basedOn w:val="Standard"/>
    <w:link w:val="Textkrper-Einzug2Zchn"/>
    <w:rsid w:val="00215E52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215E52"/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26" Type="http://schemas.openxmlformats.org/officeDocument/2006/relationships/header" Target="header15.xml"/><Relationship Id="rId39" Type="http://schemas.openxmlformats.org/officeDocument/2006/relationships/footer" Target="footer8.xml"/><Relationship Id="rId21" Type="http://schemas.openxmlformats.org/officeDocument/2006/relationships/header" Target="header11.xml"/><Relationship Id="rId34" Type="http://schemas.openxmlformats.org/officeDocument/2006/relationships/header" Target="header21.xml"/><Relationship Id="rId42" Type="http://schemas.openxmlformats.org/officeDocument/2006/relationships/header" Target="header27.xml"/><Relationship Id="rId47" Type="http://schemas.openxmlformats.org/officeDocument/2006/relationships/footer" Target="footer10.xml"/><Relationship Id="rId50" Type="http://schemas.openxmlformats.org/officeDocument/2006/relationships/header" Target="header33.xml"/><Relationship Id="rId55" Type="http://schemas.openxmlformats.org/officeDocument/2006/relationships/footer" Target="footer12.xml"/><Relationship Id="rId63" Type="http://schemas.openxmlformats.org/officeDocument/2006/relationships/footer" Target="footer14.xml"/><Relationship Id="rId68" Type="http://schemas.openxmlformats.org/officeDocument/2006/relationships/header" Target="header46.xml"/><Relationship Id="rId76" Type="http://schemas.openxmlformats.org/officeDocument/2006/relationships/header" Target="header52.xml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9" Type="http://schemas.openxmlformats.org/officeDocument/2006/relationships/header" Target="header17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header" Target="header19.xml"/><Relationship Id="rId37" Type="http://schemas.openxmlformats.org/officeDocument/2006/relationships/header" Target="header23.xml"/><Relationship Id="rId40" Type="http://schemas.openxmlformats.org/officeDocument/2006/relationships/header" Target="header25.xml"/><Relationship Id="rId45" Type="http://schemas.openxmlformats.org/officeDocument/2006/relationships/header" Target="header29.xml"/><Relationship Id="rId53" Type="http://schemas.openxmlformats.org/officeDocument/2006/relationships/header" Target="header35.xml"/><Relationship Id="rId58" Type="http://schemas.openxmlformats.org/officeDocument/2006/relationships/header" Target="header39.xml"/><Relationship Id="rId66" Type="http://schemas.openxmlformats.org/officeDocument/2006/relationships/header" Target="header45.xml"/><Relationship Id="rId74" Type="http://schemas.openxmlformats.org/officeDocument/2006/relationships/header" Target="header51.xml"/><Relationship Id="rId79" Type="http://schemas.openxmlformats.org/officeDocument/2006/relationships/footer" Target="footer18.xml"/><Relationship Id="rId5" Type="http://schemas.openxmlformats.org/officeDocument/2006/relationships/footnotes" Target="footnotes.xml"/><Relationship Id="rId61" Type="http://schemas.openxmlformats.org/officeDocument/2006/relationships/header" Target="header41.xml"/><Relationship Id="rId82" Type="http://schemas.openxmlformats.org/officeDocument/2006/relationships/header" Target="header57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2.xml"/><Relationship Id="rId27" Type="http://schemas.openxmlformats.org/officeDocument/2006/relationships/footer" Target="footer5.xml"/><Relationship Id="rId30" Type="http://schemas.openxmlformats.org/officeDocument/2006/relationships/header" Target="header18.xm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eader" Target="header31.xml"/><Relationship Id="rId56" Type="http://schemas.openxmlformats.org/officeDocument/2006/relationships/header" Target="header37.xml"/><Relationship Id="rId64" Type="http://schemas.openxmlformats.org/officeDocument/2006/relationships/header" Target="header43.xml"/><Relationship Id="rId69" Type="http://schemas.openxmlformats.org/officeDocument/2006/relationships/header" Target="header47.xml"/><Relationship Id="rId77" Type="http://schemas.openxmlformats.org/officeDocument/2006/relationships/header" Target="header53.xml"/><Relationship Id="rId8" Type="http://schemas.openxmlformats.org/officeDocument/2006/relationships/header" Target="header1.xml"/><Relationship Id="rId51" Type="http://schemas.openxmlformats.org/officeDocument/2006/relationships/footer" Target="footer11.xml"/><Relationship Id="rId72" Type="http://schemas.openxmlformats.org/officeDocument/2006/relationships/header" Target="header49.xml"/><Relationship Id="rId80" Type="http://schemas.openxmlformats.org/officeDocument/2006/relationships/header" Target="header55.xm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5" Type="http://schemas.openxmlformats.org/officeDocument/2006/relationships/header" Target="header14.xml"/><Relationship Id="rId33" Type="http://schemas.openxmlformats.org/officeDocument/2006/relationships/header" Target="header20.xml"/><Relationship Id="rId38" Type="http://schemas.openxmlformats.org/officeDocument/2006/relationships/header" Target="header24.xml"/><Relationship Id="rId46" Type="http://schemas.openxmlformats.org/officeDocument/2006/relationships/header" Target="header30.xml"/><Relationship Id="rId59" Type="http://schemas.openxmlformats.org/officeDocument/2006/relationships/footer" Target="footer13.xml"/><Relationship Id="rId67" Type="http://schemas.openxmlformats.org/officeDocument/2006/relationships/footer" Target="footer15.xml"/><Relationship Id="rId20" Type="http://schemas.openxmlformats.org/officeDocument/2006/relationships/header" Target="header10.xml"/><Relationship Id="rId41" Type="http://schemas.openxmlformats.org/officeDocument/2006/relationships/header" Target="header26.xml"/><Relationship Id="rId54" Type="http://schemas.openxmlformats.org/officeDocument/2006/relationships/header" Target="header36.xml"/><Relationship Id="rId62" Type="http://schemas.openxmlformats.org/officeDocument/2006/relationships/header" Target="header42.xml"/><Relationship Id="rId70" Type="http://schemas.openxmlformats.org/officeDocument/2006/relationships/header" Target="header48.xml"/><Relationship Id="rId75" Type="http://schemas.openxmlformats.org/officeDocument/2006/relationships/footer" Target="footer17.xml"/><Relationship Id="rId83" Type="http://schemas.openxmlformats.org/officeDocument/2006/relationships/footer" Target="footer1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16.xml"/><Relationship Id="rId36" Type="http://schemas.openxmlformats.org/officeDocument/2006/relationships/header" Target="header22.xml"/><Relationship Id="rId49" Type="http://schemas.openxmlformats.org/officeDocument/2006/relationships/header" Target="header32.xml"/><Relationship Id="rId57" Type="http://schemas.openxmlformats.org/officeDocument/2006/relationships/header" Target="header38.xml"/><Relationship Id="rId10" Type="http://schemas.openxmlformats.org/officeDocument/2006/relationships/header" Target="header3.xml"/><Relationship Id="rId31" Type="http://schemas.openxmlformats.org/officeDocument/2006/relationships/footer" Target="footer6.xml"/><Relationship Id="rId44" Type="http://schemas.openxmlformats.org/officeDocument/2006/relationships/header" Target="header28.xml"/><Relationship Id="rId52" Type="http://schemas.openxmlformats.org/officeDocument/2006/relationships/header" Target="header34.xml"/><Relationship Id="rId60" Type="http://schemas.openxmlformats.org/officeDocument/2006/relationships/header" Target="header40.xml"/><Relationship Id="rId65" Type="http://schemas.openxmlformats.org/officeDocument/2006/relationships/header" Target="header44.xml"/><Relationship Id="rId73" Type="http://schemas.openxmlformats.org/officeDocument/2006/relationships/header" Target="header50.xml"/><Relationship Id="rId78" Type="http://schemas.openxmlformats.org/officeDocument/2006/relationships/header" Target="header54.xml"/><Relationship Id="rId81" Type="http://schemas.openxmlformats.org/officeDocument/2006/relationships/header" Target="header56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Vorlagen\Word97\IfM%20Originale\Pressemitteil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Pressemitteilung.dotx</Template>
  <TotalTime>0</TotalTime>
  <Pages>36</Pages>
  <Words>7377</Words>
  <Characters>46480</Characters>
  <Application>Microsoft Office Word</Application>
  <DocSecurity>0</DocSecurity>
  <Lines>387</Lines>
  <Paragraphs>107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IfM Bonn</Company>
  <LinksUpToDate>false</LinksUpToDate>
  <CharactersWithSpaces>53750</CharactersWithSpaces>
  <SharedDoc>false</SharedDoc>
  <HLinks>
    <vt:vector size="18" baseType="variant">
      <vt:variant>
        <vt:i4>7536646</vt:i4>
      </vt:variant>
      <vt:variant>
        <vt:i4>0</vt:i4>
      </vt:variant>
      <vt:variant>
        <vt:i4>0</vt:i4>
      </vt:variant>
      <vt:variant>
        <vt:i4>5</vt:i4>
      </vt:variant>
      <vt:variant>
        <vt:lpwstr>mailto:groeschl@ifm-bonn.org</vt:lpwstr>
      </vt:variant>
      <vt:variant>
        <vt:lpwstr/>
      </vt:variant>
      <vt:variant>
        <vt:i4>2621440</vt:i4>
      </vt:variant>
      <vt:variant>
        <vt:i4>2101</vt:i4>
      </vt:variant>
      <vt:variant>
        <vt:i4>1025</vt:i4>
      </vt:variant>
      <vt:variant>
        <vt:i4>1</vt:i4>
      </vt:variant>
      <vt:variant>
        <vt:lpwstr>foerderlogo_bmwi</vt:lpwstr>
      </vt:variant>
      <vt:variant>
        <vt:lpwstr/>
      </vt:variant>
      <vt:variant>
        <vt:i4>7602241</vt:i4>
      </vt:variant>
      <vt:variant>
        <vt:i4>4119</vt:i4>
      </vt:variant>
      <vt:variant>
        <vt:i4>1026</vt:i4>
      </vt:variant>
      <vt:variant>
        <vt:i4>1</vt:i4>
      </vt:variant>
      <vt:variant>
        <vt:lpwstr>Logo_IfM_mit_Balken_f_Pressemitteilung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Dokumentvorlage für Briefe</dc:subject>
  <dc:creator>Uschi Koch</dc:creator>
  <cp:lastModifiedBy>Karin Wolff</cp:lastModifiedBy>
  <cp:revision>1</cp:revision>
  <cp:lastPrinted>2016-08-03T11:04:00Z</cp:lastPrinted>
  <dcterms:created xsi:type="dcterms:W3CDTF">2016-08-03T11:04:00Z</dcterms:created>
  <dcterms:modified xsi:type="dcterms:W3CDTF">2016-08-03T11:05:00Z</dcterms:modified>
</cp:coreProperties>
</file>